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96" w:rsidRPr="00DE0291" w:rsidRDefault="00B95A96" w:rsidP="00260A64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B95A96" w:rsidRPr="00DE0291" w:rsidRDefault="00B95A96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B95A96" w:rsidRDefault="00B95A96" w:rsidP="00E143A5">
      <w:pPr>
        <w:pStyle w:val="Heading3"/>
        <w:tabs>
          <w:tab w:val="left" w:pos="567"/>
        </w:tabs>
        <w:spacing w:line="240" w:lineRule="exact"/>
        <w:ind w:left="4800" w:firstLine="0"/>
        <w:jc w:val="left"/>
      </w:pPr>
      <w:r>
        <w:t>Заместитель</w:t>
      </w:r>
    </w:p>
    <w:p w:rsidR="00B95A96" w:rsidRDefault="00B95A96" w:rsidP="00E143A5">
      <w:pPr>
        <w:pStyle w:val="Heading3"/>
        <w:tabs>
          <w:tab w:val="left" w:pos="567"/>
        </w:tabs>
        <w:spacing w:line="240" w:lineRule="exact"/>
        <w:ind w:left="4800" w:firstLine="0"/>
        <w:jc w:val="left"/>
      </w:pPr>
      <w:r>
        <w:t>Волховского городского прокурора</w:t>
      </w:r>
    </w:p>
    <w:p w:rsidR="00B95A96" w:rsidRDefault="00B95A96" w:rsidP="00E143A5">
      <w:pPr>
        <w:spacing w:line="240" w:lineRule="exact"/>
        <w:ind w:left="4800" w:firstLine="708"/>
        <w:rPr>
          <w:sz w:val="28"/>
          <w:szCs w:val="28"/>
        </w:rPr>
      </w:pPr>
    </w:p>
    <w:p w:rsidR="00B95A96" w:rsidRDefault="00B95A96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>юрист 1 класса</w:t>
      </w:r>
    </w:p>
    <w:p w:rsidR="00B95A96" w:rsidRDefault="00B95A96" w:rsidP="00E143A5">
      <w:pPr>
        <w:spacing w:line="240" w:lineRule="exact"/>
        <w:ind w:left="4800" w:firstLine="708"/>
        <w:rPr>
          <w:sz w:val="28"/>
          <w:szCs w:val="28"/>
        </w:rPr>
      </w:pPr>
    </w:p>
    <w:p w:rsidR="00B95A96" w:rsidRDefault="00B95A96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А.Г. Зорин</w:t>
      </w:r>
    </w:p>
    <w:p w:rsidR="00B95A96" w:rsidRDefault="00B95A96" w:rsidP="00E143A5">
      <w:pPr>
        <w:spacing w:line="240" w:lineRule="exact"/>
        <w:ind w:left="4800" w:firstLine="708"/>
        <w:rPr>
          <w:sz w:val="28"/>
          <w:szCs w:val="28"/>
        </w:rPr>
      </w:pPr>
    </w:p>
    <w:p w:rsidR="00B95A96" w:rsidRDefault="00B95A96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>«____» декабря 2018 года</w:t>
      </w:r>
    </w:p>
    <w:p w:rsidR="00B95A96" w:rsidRDefault="00B95A96" w:rsidP="00E143A5">
      <w:pPr>
        <w:spacing w:line="240" w:lineRule="exact"/>
        <w:ind w:left="4800"/>
        <w:rPr>
          <w:sz w:val="28"/>
          <w:szCs w:val="28"/>
        </w:rPr>
      </w:pPr>
    </w:p>
    <w:p w:rsidR="00B95A96" w:rsidRDefault="00B95A96" w:rsidP="00E143A5">
      <w:pPr>
        <w:spacing w:line="240" w:lineRule="exact"/>
        <w:ind w:left="4800"/>
        <w:rPr>
          <w:sz w:val="28"/>
          <w:szCs w:val="28"/>
        </w:rPr>
      </w:pPr>
    </w:p>
    <w:p w:rsidR="00B95A96" w:rsidRPr="00DE0291" w:rsidRDefault="00B95A96" w:rsidP="00DE0291">
      <w:pPr>
        <w:spacing w:line="240" w:lineRule="exact"/>
        <w:ind w:left="4536" w:firstLine="567"/>
        <w:rPr>
          <w:sz w:val="28"/>
          <w:szCs w:val="28"/>
        </w:rPr>
      </w:pPr>
    </w:p>
    <w:p w:rsidR="00B95A96" w:rsidRDefault="00B95A96" w:rsidP="007E24E5">
      <w:pPr>
        <w:ind w:firstLine="720"/>
        <w:jc w:val="both"/>
        <w:rPr>
          <w:sz w:val="28"/>
          <w:szCs w:val="28"/>
        </w:rPr>
      </w:pPr>
    </w:p>
    <w:p w:rsidR="00B95A96" w:rsidRDefault="00B95A96" w:rsidP="007E24E5">
      <w:pPr>
        <w:ind w:firstLine="720"/>
        <w:jc w:val="both"/>
        <w:rPr>
          <w:sz w:val="28"/>
          <w:szCs w:val="28"/>
        </w:rPr>
      </w:pPr>
    </w:p>
    <w:p w:rsidR="00B95A96" w:rsidRDefault="00B95A96" w:rsidP="007E24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Волховской городской прокуратурой в ноябре-декабре 2018 года по обращению жителей д. Андреевщина, проведена проверка на предмет</w:t>
      </w:r>
      <w:r w:rsidRPr="0010284A">
        <w:rPr>
          <w:sz w:val="28"/>
          <w:szCs w:val="28"/>
        </w:rPr>
        <w:t xml:space="preserve"> </w:t>
      </w:r>
      <w:r>
        <w:rPr>
          <w:sz w:val="28"/>
          <w:szCs w:val="28"/>
        </w:rPr>
        <w:t>соблюдения федерального лесного законодательства.</w:t>
      </w:r>
    </w:p>
    <w:p w:rsidR="00B95A96" w:rsidRDefault="00B95A96" w:rsidP="007E24E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A92D23">
        <w:rPr>
          <w:bCs/>
          <w:sz w:val="28"/>
          <w:szCs w:val="28"/>
        </w:rPr>
        <w:t>становлено, что</w:t>
      </w:r>
      <w:r>
        <w:rPr>
          <w:sz w:val="28"/>
          <w:szCs w:val="28"/>
        </w:rPr>
        <w:t xml:space="preserve"> на лесном участке, арендуемом </w:t>
      </w:r>
      <w:r w:rsidRPr="00A92D23">
        <w:rPr>
          <w:sz w:val="28"/>
          <w:szCs w:val="28"/>
        </w:rPr>
        <w:t xml:space="preserve">ООО «СОЮЗ» проведена выборочная рубка </w:t>
      </w:r>
      <w:r>
        <w:rPr>
          <w:sz w:val="28"/>
          <w:szCs w:val="28"/>
        </w:rPr>
        <w:t>лесных насаждений</w:t>
      </w:r>
      <w:r w:rsidRPr="00A92D23">
        <w:rPr>
          <w:sz w:val="28"/>
          <w:szCs w:val="28"/>
        </w:rPr>
        <w:t>.</w:t>
      </w:r>
    </w:p>
    <w:p w:rsidR="00B95A96" w:rsidRDefault="00B95A96" w:rsidP="007E24E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Рубки были проведены на законных основаниях, однако, с нарушением </w:t>
      </w:r>
      <w:r w:rsidRPr="00A92D23">
        <w:rPr>
          <w:sz w:val="28"/>
          <w:szCs w:val="28"/>
        </w:rPr>
        <w:t>правил санитарной безопасности</w:t>
      </w:r>
      <w:r>
        <w:rPr>
          <w:sz w:val="28"/>
          <w:szCs w:val="28"/>
        </w:rPr>
        <w:t xml:space="preserve"> в лесах и </w:t>
      </w:r>
      <w:r w:rsidRPr="00A92D23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A92D23">
        <w:rPr>
          <w:sz w:val="28"/>
          <w:szCs w:val="28"/>
        </w:rPr>
        <w:t xml:space="preserve"> заготовки древесины</w:t>
      </w:r>
      <w:r>
        <w:rPr>
          <w:sz w:val="28"/>
          <w:szCs w:val="28"/>
        </w:rPr>
        <w:t>.</w:t>
      </w:r>
    </w:p>
    <w:p w:rsidR="00B95A96" w:rsidRDefault="00B95A96" w:rsidP="00CD35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 арендатор лесного фонда разместил </w:t>
      </w:r>
      <w:r w:rsidRPr="00A92D23">
        <w:rPr>
          <w:sz w:val="28"/>
          <w:szCs w:val="28"/>
        </w:rPr>
        <w:t xml:space="preserve">порубочные остатки за пределами </w:t>
      </w:r>
      <w:r>
        <w:rPr>
          <w:sz w:val="28"/>
          <w:szCs w:val="28"/>
        </w:rPr>
        <w:t xml:space="preserve">выделенной </w:t>
      </w:r>
      <w:r w:rsidRPr="00A92D23">
        <w:rPr>
          <w:sz w:val="28"/>
          <w:szCs w:val="28"/>
        </w:rPr>
        <w:t>лесосе</w:t>
      </w:r>
      <w:r>
        <w:rPr>
          <w:sz w:val="28"/>
          <w:szCs w:val="28"/>
        </w:rPr>
        <w:t xml:space="preserve">ки, </w:t>
      </w:r>
      <w:r w:rsidRPr="00A92D23">
        <w:rPr>
          <w:sz w:val="28"/>
          <w:szCs w:val="28"/>
        </w:rPr>
        <w:t>допусти</w:t>
      </w:r>
      <w:r>
        <w:rPr>
          <w:sz w:val="28"/>
          <w:szCs w:val="28"/>
        </w:rPr>
        <w:t>в</w:t>
      </w:r>
      <w:r w:rsidRPr="00A92D23">
        <w:rPr>
          <w:sz w:val="28"/>
          <w:szCs w:val="28"/>
        </w:rPr>
        <w:t xml:space="preserve"> захламление</w:t>
      </w:r>
      <w:r>
        <w:rPr>
          <w:sz w:val="28"/>
          <w:szCs w:val="28"/>
        </w:rPr>
        <w:t xml:space="preserve"> смежного лесного участка, </w:t>
      </w:r>
      <w:r w:rsidRPr="00A92D23">
        <w:rPr>
          <w:sz w:val="28"/>
          <w:szCs w:val="28"/>
        </w:rPr>
        <w:t>не произвел выру</w:t>
      </w:r>
      <w:r>
        <w:rPr>
          <w:sz w:val="28"/>
          <w:szCs w:val="28"/>
        </w:rPr>
        <w:t>бку свежего и старого сухостоя, а также</w:t>
      </w:r>
      <w:r w:rsidRPr="00A92D23">
        <w:rPr>
          <w:sz w:val="28"/>
          <w:szCs w:val="28"/>
        </w:rPr>
        <w:t xml:space="preserve"> ветровала, </w:t>
      </w:r>
      <w:r>
        <w:rPr>
          <w:sz w:val="28"/>
          <w:szCs w:val="28"/>
        </w:rPr>
        <w:t>которые при проведении рубок ухода за лесами должны вырубаться арендатором в первую очередь, для улучшения санитарного состояния арендованного лесного выдела.</w:t>
      </w:r>
    </w:p>
    <w:p w:rsidR="00B95A96" w:rsidRPr="00A92D23" w:rsidRDefault="00B95A96" w:rsidP="007E24E5">
      <w:pPr>
        <w:ind w:firstLine="709"/>
        <w:jc w:val="both"/>
        <w:rPr>
          <w:sz w:val="28"/>
          <w:szCs w:val="28"/>
        </w:rPr>
      </w:pPr>
      <w:r w:rsidRPr="00A92D23">
        <w:rPr>
          <w:sz w:val="28"/>
          <w:szCs w:val="28"/>
        </w:rPr>
        <w:t xml:space="preserve">В </w:t>
      </w:r>
      <w:r>
        <w:rPr>
          <w:sz w:val="28"/>
          <w:szCs w:val="28"/>
        </w:rPr>
        <w:t>с</w:t>
      </w:r>
      <w:r w:rsidRPr="00A92D23">
        <w:rPr>
          <w:sz w:val="28"/>
          <w:szCs w:val="28"/>
        </w:rPr>
        <w:t>вязи</w:t>
      </w:r>
      <w:r>
        <w:rPr>
          <w:sz w:val="28"/>
          <w:szCs w:val="28"/>
        </w:rPr>
        <w:t xml:space="preserve"> с выявленными нарушениями</w:t>
      </w:r>
      <w:r w:rsidRPr="00A92D23">
        <w:rPr>
          <w:sz w:val="28"/>
          <w:szCs w:val="28"/>
        </w:rPr>
        <w:t>, в отношении ООО «СОЮЗ» вынесены постановления о возбуждении дел об административных правонарушениях, предусмотренных, ч. 1 ст. 8.25 КоАП РФ</w:t>
      </w:r>
      <w:r>
        <w:rPr>
          <w:sz w:val="28"/>
          <w:szCs w:val="28"/>
        </w:rPr>
        <w:t xml:space="preserve"> – «Нарушение правил использования лесов»</w:t>
      </w:r>
      <w:r w:rsidRPr="00A92D23">
        <w:rPr>
          <w:sz w:val="28"/>
          <w:szCs w:val="28"/>
        </w:rPr>
        <w:t xml:space="preserve"> и ч. 1 ст. 8.31 КоАП РФ</w:t>
      </w:r>
      <w:r>
        <w:rPr>
          <w:sz w:val="28"/>
          <w:szCs w:val="28"/>
        </w:rPr>
        <w:t xml:space="preserve"> – «Нарушение правил санитарной безопасности в лесах»</w:t>
      </w:r>
      <w:r w:rsidRPr="00A92D23">
        <w:rPr>
          <w:sz w:val="28"/>
          <w:szCs w:val="28"/>
        </w:rPr>
        <w:t xml:space="preserve">, которые </w:t>
      </w:r>
      <w:r>
        <w:rPr>
          <w:sz w:val="28"/>
          <w:szCs w:val="28"/>
        </w:rPr>
        <w:t>находятся на рассмотрении</w:t>
      </w:r>
      <w:r w:rsidRPr="00A92D23">
        <w:rPr>
          <w:sz w:val="28"/>
          <w:szCs w:val="28"/>
        </w:rPr>
        <w:t>.</w:t>
      </w:r>
    </w:p>
    <w:p w:rsidR="00B95A96" w:rsidRPr="00A92D23" w:rsidRDefault="00B95A96" w:rsidP="007E24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Выявленные нарушения также свидетельствуют о ненадлежащем исполнении Волховским лесничеством своих обязанностей по осуществлению контроля и надзора в сфере лесопользования в связи с чем,</w:t>
      </w:r>
      <w:r w:rsidRPr="00A92D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директору </w:t>
      </w:r>
      <w:r w:rsidRPr="00A92D23">
        <w:rPr>
          <w:sz w:val="28"/>
          <w:szCs w:val="28"/>
        </w:rPr>
        <w:t>лесничеств</w:t>
      </w:r>
      <w:r>
        <w:rPr>
          <w:sz w:val="28"/>
          <w:szCs w:val="28"/>
        </w:rPr>
        <w:t>а</w:t>
      </w:r>
      <w:r w:rsidRPr="00A92D23">
        <w:rPr>
          <w:sz w:val="28"/>
          <w:szCs w:val="28"/>
        </w:rPr>
        <w:t xml:space="preserve"> внесено</w:t>
      </w:r>
      <w:r>
        <w:rPr>
          <w:sz w:val="28"/>
          <w:szCs w:val="28"/>
        </w:rPr>
        <w:t xml:space="preserve"> соответствующее</w:t>
      </w:r>
      <w:r w:rsidRPr="00A92D23">
        <w:rPr>
          <w:sz w:val="28"/>
          <w:szCs w:val="28"/>
        </w:rPr>
        <w:t xml:space="preserve"> представление</w:t>
      </w:r>
      <w:r>
        <w:rPr>
          <w:sz w:val="28"/>
          <w:szCs w:val="28"/>
        </w:rPr>
        <w:t>, которое находится на рассмотрении.</w:t>
      </w:r>
    </w:p>
    <w:p w:rsidR="00B95A96" w:rsidRPr="00B005A0" w:rsidRDefault="00B95A96" w:rsidP="00887193">
      <w:pPr>
        <w:pStyle w:val="BodyTextIndent"/>
      </w:pPr>
    </w:p>
    <w:p w:rsidR="00B95A96" w:rsidRPr="00B005A0" w:rsidRDefault="00B95A96">
      <w:pPr>
        <w:rPr>
          <w:sz w:val="28"/>
          <w:szCs w:val="28"/>
        </w:rPr>
      </w:pPr>
    </w:p>
    <w:p w:rsidR="00B95A96" w:rsidRPr="00DE0291" w:rsidRDefault="00B95A96" w:rsidP="00DE0291">
      <w:pPr>
        <w:pStyle w:val="Heading2"/>
        <w:spacing w:line="240" w:lineRule="exact"/>
      </w:pPr>
      <w:r w:rsidRPr="00B005A0">
        <w:t xml:space="preserve">Помощник городского прокурора                                                      </w:t>
      </w:r>
      <w:bookmarkStart w:id="0" w:name="_GoBack"/>
      <w:bookmarkEnd w:id="0"/>
      <w:r w:rsidRPr="00B005A0">
        <w:t xml:space="preserve">      </w:t>
      </w:r>
      <w:r>
        <w:t>А.С. Ермилов</w:t>
      </w:r>
    </w:p>
    <w:sectPr w:rsidR="00B95A96" w:rsidRPr="00DE0291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A96" w:rsidRDefault="00B95A96" w:rsidP="00175922">
      <w:r>
        <w:separator/>
      </w:r>
    </w:p>
  </w:endnote>
  <w:endnote w:type="continuationSeparator" w:id="0">
    <w:p w:rsidR="00B95A96" w:rsidRDefault="00B95A96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A96" w:rsidRDefault="00B95A96" w:rsidP="00175922">
      <w:r>
        <w:separator/>
      </w:r>
    </w:p>
  </w:footnote>
  <w:footnote w:type="continuationSeparator" w:id="0">
    <w:p w:rsidR="00B95A96" w:rsidRDefault="00B95A96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A96" w:rsidRDefault="00B95A9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95A96" w:rsidRDefault="00B95A9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4A9"/>
    <w:rsid w:val="0000721A"/>
    <w:rsid w:val="00016B85"/>
    <w:rsid w:val="00020A54"/>
    <w:rsid w:val="00055638"/>
    <w:rsid w:val="000A4F99"/>
    <w:rsid w:val="000C19D6"/>
    <w:rsid w:val="000C73DB"/>
    <w:rsid w:val="000D651D"/>
    <w:rsid w:val="000D7172"/>
    <w:rsid w:val="000F642F"/>
    <w:rsid w:val="00100980"/>
    <w:rsid w:val="0010284A"/>
    <w:rsid w:val="001125D3"/>
    <w:rsid w:val="0012595C"/>
    <w:rsid w:val="0013296F"/>
    <w:rsid w:val="00133C34"/>
    <w:rsid w:val="0014631A"/>
    <w:rsid w:val="00147014"/>
    <w:rsid w:val="00175922"/>
    <w:rsid w:val="00197EF8"/>
    <w:rsid w:val="001A2E4D"/>
    <w:rsid w:val="001B13EC"/>
    <w:rsid w:val="001C1D1C"/>
    <w:rsid w:val="001C4819"/>
    <w:rsid w:val="001C739D"/>
    <w:rsid w:val="001D74EF"/>
    <w:rsid w:val="001F17C3"/>
    <w:rsid w:val="00205939"/>
    <w:rsid w:val="00211995"/>
    <w:rsid w:val="00224A54"/>
    <w:rsid w:val="00224B3E"/>
    <w:rsid w:val="002255B7"/>
    <w:rsid w:val="002300FE"/>
    <w:rsid w:val="00231544"/>
    <w:rsid w:val="00235116"/>
    <w:rsid w:val="002367D0"/>
    <w:rsid w:val="0024195C"/>
    <w:rsid w:val="00260A64"/>
    <w:rsid w:val="002666AD"/>
    <w:rsid w:val="002706BF"/>
    <w:rsid w:val="00276908"/>
    <w:rsid w:val="002804BE"/>
    <w:rsid w:val="00290D6E"/>
    <w:rsid w:val="002A0ABA"/>
    <w:rsid w:val="002B130B"/>
    <w:rsid w:val="002B2AB0"/>
    <w:rsid w:val="002B38FF"/>
    <w:rsid w:val="002C331F"/>
    <w:rsid w:val="002C353C"/>
    <w:rsid w:val="002C4A0F"/>
    <w:rsid w:val="002E1F3F"/>
    <w:rsid w:val="002E4CC8"/>
    <w:rsid w:val="003006AD"/>
    <w:rsid w:val="00304278"/>
    <w:rsid w:val="00325239"/>
    <w:rsid w:val="00332F24"/>
    <w:rsid w:val="00351831"/>
    <w:rsid w:val="00355122"/>
    <w:rsid w:val="00381BEA"/>
    <w:rsid w:val="003A386D"/>
    <w:rsid w:val="003B69B5"/>
    <w:rsid w:val="003C769C"/>
    <w:rsid w:val="003E6B53"/>
    <w:rsid w:val="003F3532"/>
    <w:rsid w:val="00415F3E"/>
    <w:rsid w:val="00471B56"/>
    <w:rsid w:val="00471CB4"/>
    <w:rsid w:val="004B340E"/>
    <w:rsid w:val="004D1444"/>
    <w:rsid w:val="004E535C"/>
    <w:rsid w:val="004F77E4"/>
    <w:rsid w:val="00501650"/>
    <w:rsid w:val="0057203F"/>
    <w:rsid w:val="0057678E"/>
    <w:rsid w:val="005A111D"/>
    <w:rsid w:val="005B2C5D"/>
    <w:rsid w:val="005D4656"/>
    <w:rsid w:val="005E6029"/>
    <w:rsid w:val="006031BD"/>
    <w:rsid w:val="00625CDE"/>
    <w:rsid w:val="0064068C"/>
    <w:rsid w:val="00641383"/>
    <w:rsid w:val="00673BA5"/>
    <w:rsid w:val="006804D1"/>
    <w:rsid w:val="00691947"/>
    <w:rsid w:val="00691E27"/>
    <w:rsid w:val="006A3AC2"/>
    <w:rsid w:val="006C4C7C"/>
    <w:rsid w:val="006D5AE0"/>
    <w:rsid w:val="006F2661"/>
    <w:rsid w:val="00701643"/>
    <w:rsid w:val="00704DE3"/>
    <w:rsid w:val="0076111B"/>
    <w:rsid w:val="00766696"/>
    <w:rsid w:val="0077692D"/>
    <w:rsid w:val="00784890"/>
    <w:rsid w:val="0078730D"/>
    <w:rsid w:val="007933D0"/>
    <w:rsid w:val="007A6A7A"/>
    <w:rsid w:val="007B28D2"/>
    <w:rsid w:val="007B3E5F"/>
    <w:rsid w:val="007B4F0C"/>
    <w:rsid w:val="007C3A4E"/>
    <w:rsid w:val="007E24E5"/>
    <w:rsid w:val="007E3D12"/>
    <w:rsid w:val="0080318B"/>
    <w:rsid w:val="008103A4"/>
    <w:rsid w:val="00854993"/>
    <w:rsid w:val="0087011D"/>
    <w:rsid w:val="0088318A"/>
    <w:rsid w:val="00887193"/>
    <w:rsid w:val="008A6A8F"/>
    <w:rsid w:val="008B76D7"/>
    <w:rsid w:val="008C4ED8"/>
    <w:rsid w:val="008E1014"/>
    <w:rsid w:val="008E12BF"/>
    <w:rsid w:val="008F24CF"/>
    <w:rsid w:val="00905C00"/>
    <w:rsid w:val="00905E64"/>
    <w:rsid w:val="00906C9E"/>
    <w:rsid w:val="00913280"/>
    <w:rsid w:val="00922523"/>
    <w:rsid w:val="0098200F"/>
    <w:rsid w:val="009A105F"/>
    <w:rsid w:val="009A2935"/>
    <w:rsid w:val="009B193A"/>
    <w:rsid w:val="00A370CE"/>
    <w:rsid w:val="00A5185D"/>
    <w:rsid w:val="00A54C42"/>
    <w:rsid w:val="00A8561B"/>
    <w:rsid w:val="00A92D23"/>
    <w:rsid w:val="00A96337"/>
    <w:rsid w:val="00AA7204"/>
    <w:rsid w:val="00AB07D2"/>
    <w:rsid w:val="00AD0D69"/>
    <w:rsid w:val="00AD5602"/>
    <w:rsid w:val="00AE4FB6"/>
    <w:rsid w:val="00AE7699"/>
    <w:rsid w:val="00AE7B12"/>
    <w:rsid w:val="00AE7F54"/>
    <w:rsid w:val="00B005A0"/>
    <w:rsid w:val="00B07178"/>
    <w:rsid w:val="00B07B64"/>
    <w:rsid w:val="00B27D4D"/>
    <w:rsid w:val="00B343C1"/>
    <w:rsid w:val="00B6487F"/>
    <w:rsid w:val="00B66857"/>
    <w:rsid w:val="00B730EA"/>
    <w:rsid w:val="00B75184"/>
    <w:rsid w:val="00B7550C"/>
    <w:rsid w:val="00B80960"/>
    <w:rsid w:val="00B87E7A"/>
    <w:rsid w:val="00B95A96"/>
    <w:rsid w:val="00BA3E77"/>
    <w:rsid w:val="00BC09B0"/>
    <w:rsid w:val="00BD783F"/>
    <w:rsid w:val="00BE404D"/>
    <w:rsid w:val="00C10D61"/>
    <w:rsid w:val="00C12E6C"/>
    <w:rsid w:val="00C24241"/>
    <w:rsid w:val="00C3520C"/>
    <w:rsid w:val="00C465F7"/>
    <w:rsid w:val="00C509C5"/>
    <w:rsid w:val="00C53C11"/>
    <w:rsid w:val="00C62346"/>
    <w:rsid w:val="00C64F98"/>
    <w:rsid w:val="00C7358F"/>
    <w:rsid w:val="00CA18C8"/>
    <w:rsid w:val="00CC09B2"/>
    <w:rsid w:val="00CD0A30"/>
    <w:rsid w:val="00CD35DD"/>
    <w:rsid w:val="00CD77C4"/>
    <w:rsid w:val="00CE005F"/>
    <w:rsid w:val="00CE2892"/>
    <w:rsid w:val="00CF7A31"/>
    <w:rsid w:val="00D407FD"/>
    <w:rsid w:val="00D44AE0"/>
    <w:rsid w:val="00D54099"/>
    <w:rsid w:val="00D5784B"/>
    <w:rsid w:val="00D602FB"/>
    <w:rsid w:val="00D77C21"/>
    <w:rsid w:val="00D86BAC"/>
    <w:rsid w:val="00DA243B"/>
    <w:rsid w:val="00DA5C5A"/>
    <w:rsid w:val="00DC5E4E"/>
    <w:rsid w:val="00DE0291"/>
    <w:rsid w:val="00DE0467"/>
    <w:rsid w:val="00DE5E4D"/>
    <w:rsid w:val="00DE61B6"/>
    <w:rsid w:val="00DF430D"/>
    <w:rsid w:val="00E143A5"/>
    <w:rsid w:val="00E2722D"/>
    <w:rsid w:val="00E339B9"/>
    <w:rsid w:val="00E46A15"/>
    <w:rsid w:val="00E829FA"/>
    <w:rsid w:val="00EA07D7"/>
    <w:rsid w:val="00EA65B0"/>
    <w:rsid w:val="00EB32A1"/>
    <w:rsid w:val="00EB400B"/>
    <w:rsid w:val="00EC1994"/>
    <w:rsid w:val="00ED7F05"/>
    <w:rsid w:val="00EF3B92"/>
    <w:rsid w:val="00EF5DDB"/>
    <w:rsid w:val="00F02A80"/>
    <w:rsid w:val="00F105CC"/>
    <w:rsid w:val="00F124A9"/>
    <w:rsid w:val="00F21774"/>
    <w:rsid w:val="00F23C55"/>
    <w:rsid w:val="00F26A28"/>
    <w:rsid w:val="00F32005"/>
    <w:rsid w:val="00F54B9E"/>
    <w:rsid w:val="00F74791"/>
    <w:rsid w:val="00F77EBF"/>
    <w:rsid w:val="00F839F7"/>
    <w:rsid w:val="00F85D44"/>
    <w:rsid w:val="00FE10F0"/>
    <w:rsid w:val="00FE4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DefaultParagraphFont"/>
    <w:uiPriority w:val="99"/>
    <w:rsid w:val="00F124A9"/>
    <w:rPr>
      <w:rFonts w:cs="Times New Roman"/>
    </w:rPr>
  </w:style>
  <w:style w:type="character" w:styleId="Strong">
    <w:name w:val="Strong"/>
    <w:basedOn w:val="DefaultParagraphFont"/>
    <w:uiPriority w:val="99"/>
    <w:qFormat/>
    <w:rsid w:val="00F124A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F124A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F124A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016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248</Words>
  <Characters>1417</Characters>
  <Application>Microsoft Office Outlook</Application>
  <DocSecurity>0</DocSecurity>
  <Lines>0</Lines>
  <Paragraphs>0</Paragraphs>
  <ScaleCrop>false</ScaleCrop>
  <Company>Прокуратура ЛО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Прокурор</dc:creator>
  <cp:keywords/>
  <dc:description/>
  <cp:lastModifiedBy>Pro_sec</cp:lastModifiedBy>
  <cp:revision>4</cp:revision>
  <cp:lastPrinted>2018-12-14T12:48:00Z</cp:lastPrinted>
  <dcterms:created xsi:type="dcterms:W3CDTF">2018-12-14T09:30:00Z</dcterms:created>
  <dcterms:modified xsi:type="dcterms:W3CDTF">2018-12-14T13:11:00Z</dcterms:modified>
</cp:coreProperties>
</file>